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12E7E05" w:rsidR="00F422D3" w:rsidRDefault="00F422D3" w:rsidP="00B42F40">
      <w:pPr>
        <w:pStyle w:val="Titul1"/>
      </w:pPr>
      <w:r>
        <w:t xml:space="preserve">SMLOUVA O DÍLO </w:t>
      </w:r>
      <w:r w:rsidR="00485CE8">
        <w:t xml:space="preserve"> </w:t>
      </w:r>
    </w:p>
    <w:p w14:paraId="1FA58B44" w14:textId="77777777" w:rsidR="00A753F4" w:rsidRPr="00A753F4" w:rsidRDefault="00A753F4" w:rsidP="00A753F4">
      <w:pPr>
        <w:pStyle w:val="Titul1"/>
        <w:spacing w:after="0"/>
        <w:rPr>
          <w:sz w:val="20"/>
          <w:szCs w:val="20"/>
        </w:rPr>
      </w:pPr>
    </w:p>
    <w:p w14:paraId="0125E304" w14:textId="76CEC0C7" w:rsidR="00F422D3" w:rsidRDefault="00F422D3" w:rsidP="00B42F40">
      <w:pPr>
        <w:pStyle w:val="Titul2"/>
      </w:pPr>
      <w:r>
        <w:t>Název zakázky: „</w:t>
      </w:r>
      <w:r w:rsidR="009B2237" w:rsidRPr="00E21D90">
        <w:t>Vyklizení</w:t>
      </w:r>
      <w:r w:rsidR="00A753F4">
        <w:t xml:space="preserve"> sklepů a půdních prostor v objektech OŘ Brno JMK</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77777777" w:rsidR="00F422D3" w:rsidRDefault="00F422D3" w:rsidP="00B42F40">
      <w:pPr>
        <w:pStyle w:val="Textbezodsazen"/>
        <w:spacing w:after="0"/>
      </w:pPr>
      <w:r>
        <w:t xml:space="preserve">se sídlem: Dlážděná 1003/7, 110 00 Praha 1 - Nové Město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268ED6C" w14:textId="77777777" w:rsidR="00B42F40" w:rsidRDefault="00B42F40" w:rsidP="00B42F40">
      <w:pPr>
        <w:pStyle w:val="Textbezodsazen"/>
      </w:pPr>
    </w:p>
    <w:p w14:paraId="72433FD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lastRenderedPageBreak/>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1514A84D"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B2237" w:rsidRPr="00BD23B1">
        <w:rPr>
          <w:b/>
        </w:rPr>
        <w:t>Vyklizení</w:t>
      </w:r>
      <w:r w:rsidR="00E91A61" w:rsidRPr="00E91A61">
        <w:rPr>
          <w:b/>
        </w:rPr>
        <w:t xml:space="preserve"> sklepů a půdních prostor v objektech OŘ Brno JMK</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t>PŘEDMĚT, CENA A HARMONOGRAM POSTUPU PRACÍ SMLOUVY</w:t>
      </w:r>
    </w:p>
    <w:p w14:paraId="05EEEEA7" w14:textId="3E22E208" w:rsidR="00F24489" w:rsidRPr="00F97DBD" w:rsidRDefault="00F24489" w:rsidP="00F24489">
      <w:pPr>
        <w:pStyle w:val="Text1-1"/>
      </w:pPr>
      <w:r w:rsidRPr="00F97DBD">
        <w:t xml:space="preserve">Zhotovitel se zavazuje v souladu s touto Smlouvou </w:t>
      </w:r>
      <w:r w:rsidR="00E91A61">
        <w:t>zrealizovat předmět plnění</w:t>
      </w:r>
      <w:r w:rsidRPr="00F97DBD">
        <w:t xml:space="preserve"> a </w:t>
      </w:r>
      <w:r w:rsidR="00E91A61">
        <w:t>předat</w:t>
      </w:r>
      <w:r w:rsidRPr="00F97DBD">
        <w:t xml:space="preserve"> veškerou příslušnou dokum</w:t>
      </w:r>
      <w:r w:rsidR="00E91A61">
        <w:t xml:space="preserve">entaci související s prováděním předmětu plnění </w:t>
      </w:r>
      <w:r w:rsidRPr="00F97DBD">
        <w:t>(dále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w:t>
      </w:r>
      <w:proofErr w:type="gramStart"/>
      <w:r w:rsidR="00F24489" w:rsidRPr="00484348">
        <w:t>této</w:t>
      </w:r>
      <w:proofErr w:type="gramEnd"/>
      <w:r w:rsidR="00F24489" w:rsidRPr="00484348">
        <w:t xml:space="preserve"> Smlouvy.</w:t>
      </w:r>
    </w:p>
    <w:p w14:paraId="25D54D7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3095C2C" w14:textId="02F71EB7" w:rsidR="00F24489" w:rsidRPr="00BD23B1" w:rsidRDefault="00BD23B1" w:rsidP="00F24489">
      <w:pPr>
        <w:pStyle w:val="Text1-1"/>
      </w:pPr>
      <w:r w:rsidRPr="00BD23B1">
        <w:t>Neobsazeno.</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41CA4F5F" w:rsidR="00F24489" w:rsidRPr="00F24489" w:rsidRDefault="00F24489" w:rsidP="00F24489">
      <w:pPr>
        <w:pStyle w:val="Textbezslovn"/>
        <w:rPr>
          <w:b/>
        </w:rPr>
      </w:pPr>
      <w:r w:rsidRPr="00F24489">
        <w:rPr>
          <w:b/>
        </w:rPr>
        <w:t xml:space="preserve">Zahájení prací: dnem předání </w:t>
      </w:r>
      <w:r w:rsidR="007B372F">
        <w:rPr>
          <w:b/>
        </w:rPr>
        <w:t xml:space="preserve">místa plnění </w:t>
      </w:r>
      <w:r w:rsidRPr="00F24489">
        <w:rPr>
          <w:b/>
        </w:rPr>
        <w:t>dle odst. 4.1.1 Přílohy č.</w:t>
      </w:r>
      <w:r w:rsidR="00506619">
        <w:rPr>
          <w:b/>
        </w:rPr>
        <w:t xml:space="preserve"> </w:t>
      </w:r>
      <w:r w:rsidRPr="00F24489">
        <w:rPr>
          <w:b/>
        </w:rPr>
        <w:t>2 b) Smlouvy.</w:t>
      </w:r>
    </w:p>
    <w:p w14:paraId="021402E7" w14:textId="430A3E68" w:rsidR="00F24489" w:rsidRPr="00F24489" w:rsidRDefault="00F24489" w:rsidP="00F24489">
      <w:pPr>
        <w:pStyle w:val="Textbezslovn"/>
        <w:rPr>
          <w:b/>
        </w:rPr>
      </w:pPr>
      <w:r w:rsidRPr="00F24489">
        <w:rPr>
          <w:b/>
        </w:rPr>
        <w:t xml:space="preserve">Celková lhůta pro dokončení Díla činí celkem </w:t>
      </w:r>
      <w:r w:rsidR="007B372F">
        <w:rPr>
          <w:b/>
        </w:rPr>
        <w:t>3</w:t>
      </w:r>
      <w:r w:rsidR="00506619" w:rsidRPr="00506619">
        <w:rPr>
          <w:b/>
        </w:rPr>
        <w:t xml:space="preserve"> měsíc</w:t>
      </w:r>
      <w:r w:rsidR="007B372F">
        <w:rPr>
          <w:b/>
        </w:rPr>
        <w:t>e</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690BABD" w14:textId="041D0C46" w:rsidR="00F24489" w:rsidRPr="009D42C3" w:rsidRDefault="00F24489" w:rsidP="00F24489">
      <w:pPr>
        <w:pStyle w:val="Text1-1"/>
      </w:pPr>
      <w:r w:rsidRPr="009D42C3">
        <w:t xml:space="preserve">Místo plnění je dáno místem, </w:t>
      </w:r>
      <w:r w:rsidR="005744EC" w:rsidRPr="009D42C3">
        <w:t>kde</w:t>
      </w:r>
      <w:r w:rsidRPr="009D42C3">
        <w:t xml:space="preserve"> má být Dílo </w:t>
      </w:r>
      <w:r w:rsidR="009D42C3">
        <w:t>provedeno</w:t>
      </w:r>
      <w:r w:rsidR="004030C1">
        <w:t>, viz Příloha č. 2 c) Smlouvy</w:t>
      </w:r>
      <w:r w:rsidRPr="009D42C3">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3E637103" w:rsidR="00214C3E" w:rsidRPr="00C73390" w:rsidRDefault="00214C3E" w:rsidP="00214C3E">
      <w:pPr>
        <w:pStyle w:val="Text1-1"/>
      </w:pPr>
      <w:r w:rsidRPr="005E0F6B">
        <w:t xml:space="preserve">Smluvní strany se dohodly, že ustanovení odst. </w:t>
      </w:r>
      <w:r w:rsidR="006A48E6">
        <w:t xml:space="preserve">2.7, </w:t>
      </w:r>
      <w:r w:rsidRPr="005E0F6B">
        <w:t xml:space="preserve">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lastRenderedPageBreak/>
        <w:t>V bodě 21.1.1 a 21.1.2 Obchodních podmínek se lhůty upravují na čtrnáct (14) dní.</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28D16DBF"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lastRenderedPageBreak/>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67B85995" w:rsidR="00214C3E" w:rsidRPr="00F97DBD" w:rsidRDefault="00974CF3" w:rsidP="00214C3E">
            <w:pPr>
              <w:pStyle w:val="Textbezslovn"/>
            </w:pPr>
            <w:r>
              <w:t>Neobsazeno</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04844FA7" w:rsidR="00F2028C" w:rsidRDefault="00F2028C" w:rsidP="009F0867">
      <w:pPr>
        <w:pStyle w:val="Textbezodsazen"/>
      </w:pPr>
    </w:p>
    <w:p w14:paraId="62F05D8F" w14:textId="77777777" w:rsidR="00F62B9C" w:rsidRDefault="00F62B9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31953282" w14:textId="77777777" w:rsidR="00F62B9C" w:rsidRDefault="00F62B9C" w:rsidP="00042583">
      <w:pPr>
        <w:rPr>
          <w:rFonts w:ascii="Verdana" w:hAnsi="Verdana" w:cs="Arial"/>
        </w:rPr>
      </w:pPr>
    </w:p>
    <w:p w14:paraId="75CC765A" w14:textId="1BBCB5BF"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35E266A1" w:rsidR="00CB4F6D" w:rsidRDefault="00CB4F6D" w:rsidP="00E463D2">
      <w:pPr>
        <w:pStyle w:val="Textbezodsazen"/>
      </w:pPr>
    </w:p>
    <w:p w14:paraId="4987FE83" w14:textId="77777777" w:rsidR="00157AEF" w:rsidRPr="00E463D2" w:rsidRDefault="00157AEF" w:rsidP="00E463D2">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A92D5DA" w:rsidR="008E704E" w:rsidRDefault="008E704E" w:rsidP="008E704E">
      <w:pPr>
        <w:pStyle w:val="Odstavec1-1a"/>
        <w:numPr>
          <w:ilvl w:val="0"/>
          <w:numId w:val="0"/>
        </w:numPr>
        <w:ind w:left="737"/>
        <w:rPr>
          <w:rFonts w:ascii="Verdana" w:hAnsi="Verdana"/>
        </w:r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1E230223" w14:textId="27B2CAD7" w:rsidR="00157AEF" w:rsidRDefault="00157AEF" w:rsidP="008E704E">
      <w:pPr>
        <w:pStyle w:val="Odstavec1-1a"/>
        <w:numPr>
          <w:ilvl w:val="0"/>
          <w:numId w:val="0"/>
        </w:numPr>
        <w:ind w:left="737"/>
        <w:rPr>
          <w:rFonts w:ascii="Verdana" w:hAnsi="Verdana"/>
        </w:rPr>
      </w:pPr>
    </w:p>
    <w:p w14:paraId="111C5F31" w14:textId="5F121668" w:rsidR="00157AEF" w:rsidRDefault="00157AEF" w:rsidP="008E704E">
      <w:pPr>
        <w:pStyle w:val="Odstavec1-1a"/>
        <w:numPr>
          <w:ilvl w:val="0"/>
          <w:numId w:val="0"/>
        </w:numPr>
        <w:ind w:left="737"/>
      </w:pPr>
    </w:p>
    <w:p w14:paraId="53F27064" w14:textId="29888E1F" w:rsidR="00157AEF" w:rsidRDefault="00157AEF" w:rsidP="008E704E">
      <w:pPr>
        <w:pStyle w:val="Odstavec1-1a"/>
        <w:numPr>
          <w:ilvl w:val="0"/>
          <w:numId w:val="0"/>
        </w:numPr>
        <w:ind w:left="737"/>
      </w:pPr>
    </w:p>
    <w:p w14:paraId="76C0FADF" w14:textId="47466087" w:rsidR="00157AEF" w:rsidRDefault="00157AEF" w:rsidP="008E704E">
      <w:pPr>
        <w:pStyle w:val="Odstavec1-1a"/>
        <w:numPr>
          <w:ilvl w:val="0"/>
          <w:numId w:val="0"/>
        </w:numPr>
        <w:ind w:left="737"/>
      </w:pPr>
    </w:p>
    <w:p w14:paraId="71F20045" w14:textId="77777777" w:rsidR="00157AEF" w:rsidRPr="00935FE2" w:rsidRDefault="00157AEF" w:rsidP="008E704E">
      <w:pPr>
        <w:pStyle w:val="Odstavec1-1a"/>
        <w:numPr>
          <w:ilvl w:val="0"/>
          <w:numId w:val="0"/>
        </w:numPr>
        <w:ind w:left="737"/>
      </w:pPr>
    </w:p>
    <w:p w14:paraId="6AEB3F50" w14:textId="77777777" w:rsidR="00E463D2" w:rsidRPr="00F97DBD" w:rsidRDefault="00E463D2" w:rsidP="00E463D2">
      <w:pPr>
        <w:pStyle w:val="Nadpisbezsl1-1"/>
      </w:pPr>
      <w:r w:rsidRPr="00F97DBD">
        <w:t>Příloha č. 3</w:t>
      </w:r>
    </w:p>
    <w:p w14:paraId="3E4DD45C" w14:textId="75981ACB" w:rsidR="006C0BB6" w:rsidRDefault="00027D9A" w:rsidP="003747E6">
      <w:pPr>
        <w:pStyle w:val="Odrka1-2-"/>
        <w:numPr>
          <w:ilvl w:val="0"/>
          <w:numId w:val="0"/>
        </w:numPr>
        <w:ind w:left="1077"/>
        <w:rPr>
          <w:rFonts w:ascii="Verdana" w:hAnsi="Verdana"/>
        </w:rPr>
      </w:pPr>
      <w:r>
        <w:rPr>
          <w:rFonts w:ascii="Verdana" w:hAnsi="Verdana"/>
        </w:rPr>
        <w:t>Neobsazeno</w:t>
      </w:r>
    </w:p>
    <w:p w14:paraId="6748CB4A" w14:textId="2070CF05" w:rsidR="00157AEF" w:rsidRDefault="00157AEF" w:rsidP="003747E6">
      <w:pPr>
        <w:pStyle w:val="Odrka1-2-"/>
        <w:numPr>
          <w:ilvl w:val="0"/>
          <w:numId w:val="0"/>
        </w:numPr>
        <w:ind w:left="1077"/>
        <w:rPr>
          <w:rFonts w:ascii="Verdana" w:hAnsi="Verdana"/>
        </w:rPr>
      </w:pPr>
    </w:p>
    <w:p w14:paraId="22C2AF96" w14:textId="22BDD65C" w:rsidR="00157AEF" w:rsidRDefault="00157AEF" w:rsidP="003747E6">
      <w:pPr>
        <w:pStyle w:val="Odrka1-2-"/>
        <w:numPr>
          <w:ilvl w:val="0"/>
          <w:numId w:val="0"/>
        </w:numPr>
        <w:ind w:left="1077"/>
        <w:rPr>
          <w:rFonts w:ascii="Verdana" w:hAnsi="Verdana"/>
        </w:rPr>
      </w:pPr>
    </w:p>
    <w:p w14:paraId="67D55785" w14:textId="771085B4" w:rsidR="00157AEF" w:rsidRDefault="00157AEF" w:rsidP="003747E6">
      <w:pPr>
        <w:pStyle w:val="Odrka1-2-"/>
        <w:numPr>
          <w:ilvl w:val="0"/>
          <w:numId w:val="0"/>
        </w:numPr>
        <w:ind w:left="1077"/>
        <w:rPr>
          <w:rFonts w:ascii="Verdana" w:hAnsi="Verdana"/>
        </w:rPr>
      </w:pPr>
    </w:p>
    <w:p w14:paraId="4FE650F6" w14:textId="66AB235B" w:rsidR="00157AEF" w:rsidRDefault="00157AEF" w:rsidP="003747E6">
      <w:pPr>
        <w:pStyle w:val="Odrka1-2-"/>
        <w:numPr>
          <w:ilvl w:val="0"/>
          <w:numId w:val="0"/>
        </w:numPr>
        <w:ind w:left="1077"/>
        <w:rPr>
          <w:rFonts w:ascii="Verdana" w:hAnsi="Verdana"/>
        </w:rPr>
      </w:pPr>
    </w:p>
    <w:p w14:paraId="4E7843C8" w14:textId="2C2ED93F" w:rsidR="00157AEF" w:rsidRDefault="00157AEF" w:rsidP="003747E6">
      <w:pPr>
        <w:pStyle w:val="Odrka1-2-"/>
        <w:numPr>
          <w:ilvl w:val="0"/>
          <w:numId w:val="0"/>
        </w:numPr>
        <w:ind w:left="1077"/>
        <w:rPr>
          <w:rFonts w:ascii="Verdana" w:hAnsi="Verdana"/>
        </w:rPr>
      </w:pPr>
    </w:p>
    <w:p w14:paraId="1C511709" w14:textId="6CE88626" w:rsidR="00157AEF" w:rsidRDefault="00157AEF" w:rsidP="003747E6">
      <w:pPr>
        <w:pStyle w:val="Odrka1-2-"/>
        <w:numPr>
          <w:ilvl w:val="0"/>
          <w:numId w:val="0"/>
        </w:numPr>
        <w:ind w:left="1077"/>
        <w:rPr>
          <w:rFonts w:ascii="Verdana" w:hAnsi="Verdana"/>
        </w:rPr>
      </w:pPr>
    </w:p>
    <w:p w14:paraId="2F6F5585" w14:textId="1B96C1F5" w:rsidR="00157AEF" w:rsidRDefault="00157AEF" w:rsidP="003747E6">
      <w:pPr>
        <w:pStyle w:val="Odrka1-2-"/>
        <w:numPr>
          <w:ilvl w:val="0"/>
          <w:numId w:val="0"/>
        </w:numPr>
        <w:ind w:left="1077"/>
        <w:rPr>
          <w:rFonts w:ascii="Verdana" w:hAnsi="Verdana"/>
        </w:rPr>
      </w:pPr>
    </w:p>
    <w:p w14:paraId="019BA3CF" w14:textId="77777777" w:rsidR="00157AEF" w:rsidRDefault="00157AEF" w:rsidP="003747E6">
      <w:pPr>
        <w:pStyle w:val="Odrka1-2-"/>
        <w:numPr>
          <w:ilvl w:val="0"/>
          <w:numId w:val="0"/>
        </w:numPr>
        <w:ind w:left="1077"/>
        <w:rPr>
          <w:rFonts w:ascii="Verdana" w:hAnsi="Verdana"/>
        </w:rPr>
      </w:pPr>
    </w:p>
    <w:p w14:paraId="4AD8A7DC" w14:textId="77777777" w:rsidR="00E463D2" w:rsidRPr="00F97DBD" w:rsidRDefault="00E463D2" w:rsidP="00E463D2">
      <w:pPr>
        <w:pStyle w:val="Nadpisbezsl1-1"/>
      </w:pPr>
      <w:r w:rsidRPr="00F97DBD">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19"/>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0"/>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7A310342" w:rsidR="00ED29F1" w:rsidRPr="00F95FBD" w:rsidRDefault="007D2D8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ORBNOsek@spravazeleznic</w:t>
            </w:r>
            <w:bookmarkStart w:id="8" w:name="_GoBack"/>
            <w:bookmarkEnd w:id="8"/>
            <w:r w:rsidR="00BD2F11"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A52BA7A" w:rsidR="002038D5" w:rsidRPr="00F95FBD" w:rsidRDefault="00157AEF" w:rsidP="002038D5">
      <w:pPr>
        <w:pStyle w:val="Nadpistabulky"/>
        <w:rPr>
          <w:rFonts w:asciiTheme="minorHAnsi" w:hAnsiTheme="minorHAnsi"/>
          <w:sz w:val="18"/>
          <w:szCs w:val="18"/>
        </w:rPr>
      </w:pPr>
      <w:r>
        <w:rPr>
          <w:rFonts w:asciiTheme="minorHAnsi" w:hAnsiTheme="minorHAnsi"/>
          <w:sz w:val="18"/>
          <w:szCs w:val="18"/>
        </w:rPr>
        <w:lastRenderedPageBreak/>
        <w:t>Vedoucí prací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4011C673" w:rsidR="002038D5" w:rsidRPr="00F95FBD" w:rsidRDefault="00FF153B" w:rsidP="00165977">
      <w:pPr>
        <w:pStyle w:val="Nadpistabulky"/>
        <w:rPr>
          <w:sz w:val="18"/>
          <w:szCs w:val="18"/>
        </w:rPr>
      </w:pPr>
      <w:r>
        <w:rPr>
          <w:sz w:val="18"/>
          <w:szCs w:val="18"/>
        </w:rPr>
        <w:t xml:space="preserve">Zástupce </w:t>
      </w:r>
      <w:r w:rsidR="00157AEF">
        <w:rPr>
          <w:sz w:val="18"/>
          <w:szCs w:val="18"/>
        </w:rPr>
        <w:t>vedoucího prací</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3"/>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2429E" w14:textId="77777777" w:rsidR="008208D7" w:rsidRDefault="008208D7" w:rsidP="00962258">
      <w:pPr>
        <w:spacing w:after="0" w:line="240" w:lineRule="auto"/>
      </w:pPr>
      <w:r>
        <w:separator/>
      </w:r>
    </w:p>
  </w:endnote>
  <w:endnote w:type="continuationSeparator" w:id="0">
    <w:p w14:paraId="264E66F4" w14:textId="77777777" w:rsidR="008208D7" w:rsidRDefault="008208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4E383816"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D8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3C919C2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D8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66916A5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D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48112F7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D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5A9FEDA7"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D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1A0C2685"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D8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BA169" w14:textId="77777777" w:rsidR="008208D7" w:rsidRDefault="008208D7" w:rsidP="00962258">
      <w:pPr>
        <w:spacing w:after="0" w:line="240" w:lineRule="auto"/>
      </w:pPr>
      <w:r>
        <w:separator/>
      </w:r>
    </w:p>
  </w:footnote>
  <w:footnote w:type="continuationSeparator" w:id="0">
    <w:p w14:paraId="53F10443" w14:textId="77777777" w:rsidR="008208D7" w:rsidRDefault="008208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B4E"/>
    <w:rsid w:val="00017F3C"/>
    <w:rsid w:val="00027D9A"/>
    <w:rsid w:val="00041EC8"/>
    <w:rsid w:val="00042583"/>
    <w:rsid w:val="00043E4D"/>
    <w:rsid w:val="00056BB3"/>
    <w:rsid w:val="0006241F"/>
    <w:rsid w:val="0006588D"/>
    <w:rsid w:val="00067A5E"/>
    <w:rsid w:val="000719BB"/>
    <w:rsid w:val="00072A65"/>
    <w:rsid w:val="00072C1E"/>
    <w:rsid w:val="0007653B"/>
    <w:rsid w:val="000A44BC"/>
    <w:rsid w:val="000B4EB8"/>
    <w:rsid w:val="000C41F2"/>
    <w:rsid w:val="000C6545"/>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57AEF"/>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D756E"/>
    <w:rsid w:val="003E315C"/>
    <w:rsid w:val="003E420D"/>
    <w:rsid w:val="003E4C13"/>
    <w:rsid w:val="004030C1"/>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28A4"/>
    <w:rsid w:val="004C4399"/>
    <w:rsid w:val="004C787C"/>
    <w:rsid w:val="004D09FB"/>
    <w:rsid w:val="004E70C8"/>
    <w:rsid w:val="004E7A1F"/>
    <w:rsid w:val="004F4B9B"/>
    <w:rsid w:val="00502690"/>
    <w:rsid w:val="00506619"/>
    <w:rsid w:val="0050666E"/>
    <w:rsid w:val="00511AB9"/>
    <w:rsid w:val="005220F7"/>
    <w:rsid w:val="00523BB5"/>
    <w:rsid w:val="00523EA7"/>
    <w:rsid w:val="005262F5"/>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91177"/>
    <w:rsid w:val="005A1F44"/>
    <w:rsid w:val="005A695A"/>
    <w:rsid w:val="005A6B21"/>
    <w:rsid w:val="005A7872"/>
    <w:rsid w:val="005B2E3A"/>
    <w:rsid w:val="005C382A"/>
    <w:rsid w:val="005D0662"/>
    <w:rsid w:val="005D3C39"/>
    <w:rsid w:val="005E16DD"/>
    <w:rsid w:val="00601A8C"/>
    <w:rsid w:val="006051E4"/>
    <w:rsid w:val="0061068E"/>
    <w:rsid w:val="006115D3"/>
    <w:rsid w:val="006223CF"/>
    <w:rsid w:val="0065610E"/>
    <w:rsid w:val="00660AD3"/>
    <w:rsid w:val="006776B6"/>
    <w:rsid w:val="00681A06"/>
    <w:rsid w:val="00683941"/>
    <w:rsid w:val="00693150"/>
    <w:rsid w:val="006A31A0"/>
    <w:rsid w:val="006A48E6"/>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372F"/>
    <w:rsid w:val="007B5279"/>
    <w:rsid w:val="007B570C"/>
    <w:rsid w:val="007D2D8B"/>
    <w:rsid w:val="007E3310"/>
    <w:rsid w:val="007E438F"/>
    <w:rsid w:val="007E4A6E"/>
    <w:rsid w:val="007F498C"/>
    <w:rsid w:val="007F56A7"/>
    <w:rsid w:val="007F7599"/>
    <w:rsid w:val="007F7B0C"/>
    <w:rsid w:val="00800851"/>
    <w:rsid w:val="00807DD0"/>
    <w:rsid w:val="00813A9F"/>
    <w:rsid w:val="008208D7"/>
    <w:rsid w:val="00821D01"/>
    <w:rsid w:val="00826B7B"/>
    <w:rsid w:val="00827ADE"/>
    <w:rsid w:val="00846223"/>
    <w:rsid w:val="00846789"/>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74CF3"/>
    <w:rsid w:val="00980ADA"/>
    <w:rsid w:val="00992D9C"/>
    <w:rsid w:val="00996CB8"/>
    <w:rsid w:val="009A1EA5"/>
    <w:rsid w:val="009A28F4"/>
    <w:rsid w:val="009B2237"/>
    <w:rsid w:val="009B2E97"/>
    <w:rsid w:val="009B4201"/>
    <w:rsid w:val="009B5146"/>
    <w:rsid w:val="009C418E"/>
    <w:rsid w:val="009C442C"/>
    <w:rsid w:val="009D42C3"/>
    <w:rsid w:val="009E07F4"/>
    <w:rsid w:val="009E5B67"/>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53F4"/>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C06C4"/>
    <w:rsid w:val="00BD23B1"/>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D90"/>
    <w:rsid w:val="00E26D68"/>
    <w:rsid w:val="00E44045"/>
    <w:rsid w:val="00E463D2"/>
    <w:rsid w:val="00E60AFA"/>
    <w:rsid w:val="00E618C4"/>
    <w:rsid w:val="00E73EBB"/>
    <w:rsid w:val="00E7415D"/>
    <w:rsid w:val="00E878EE"/>
    <w:rsid w:val="00E901A3"/>
    <w:rsid w:val="00E91A61"/>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2B9C"/>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040A67-63E3-4248-AA45-6593BE0F5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15</Pages>
  <Words>3954</Words>
  <Characters>23332</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6</cp:revision>
  <cp:lastPrinted>2019-09-27T11:09:00Z</cp:lastPrinted>
  <dcterms:created xsi:type="dcterms:W3CDTF">2020-06-04T11:44:00Z</dcterms:created>
  <dcterms:modified xsi:type="dcterms:W3CDTF">2020-06-05T11:25:00Z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